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21D" w:rsidRPr="00A753E2" w:rsidRDefault="00F9021D" w:rsidP="00A753E2">
      <w:pPr>
        <w:jc w:val="center"/>
        <w:rPr>
          <w:sz w:val="32"/>
          <w:szCs w:val="32"/>
        </w:rPr>
      </w:pPr>
      <w:r w:rsidRPr="00A753E2">
        <w:rPr>
          <w:sz w:val="32"/>
          <w:szCs w:val="32"/>
        </w:rPr>
        <w:t>Denver Public Schools</w:t>
      </w:r>
    </w:p>
    <w:p w:rsidR="00F9021D" w:rsidRPr="00A753E2" w:rsidRDefault="00F9021D" w:rsidP="00A753E2">
      <w:pPr>
        <w:jc w:val="center"/>
        <w:rPr>
          <w:sz w:val="32"/>
          <w:szCs w:val="32"/>
        </w:rPr>
      </w:pPr>
      <w:r w:rsidRPr="00A753E2">
        <w:rPr>
          <w:sz w:val="32"/>
          <w:szCs w:val="32"/>
        </w:rPr>
        <w:t>Special Education</w:t>
      </w:r>
    </w:p>
    <w:p w:rsidR="00F9021D" w:rsidRPr="00A753E2" w:rsidRDefault="00F9021D" w:rsidP="00A753E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Classroom </w:t>
      </w:r>
      <w:r w:rsidRPr="00A753E2">
        <w:rPr>
          <w:sz w:val="32"/>
          <w:szCs w:val="32"/>
        </w:rPr>
        <w:t>Observation Checklist for Specific Learning Disabilities</w:t>
      </w:r>
    </w:p>
    <w:p w:rsidR="00F9021D" w:rsidRDefault="00F9021D"/>
    <w:p w:rsidR="00F9021D" w:rsidRDefault="00F9021D">
      <w:pPr>
        <w:rPr>
          <w:u w:val="single"/>
        </w:rPr>
      </w:pPr>
      <w:r>
        <w:t xml:space="preserve">Student: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9021D" w:rsidRPr="00A753E2" w:rsidRDefault="00F9021D">
      <w:pPr>
        <w:rPr>
          <w:u w:val="single"/>
        </w:rPr>
      </w:pPr>
    </w:p>
    <w:p w:rsidR="00F9021D" w:rsidRPr="00A753E2" w:rsidRDefault="00F9021D">
      <w:pPr>
        <w:rPr>
          <w:u w:val="single"/>
        </w:rPr>
      </w:pPr>
      <w:r>
        <w:t xml:space="preserve">Today’s date: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9021D" w:rsidRDefault="00F9021D"/>
    <w:p w:rsidR="00F9021D" w:rsidRPr="00A753E2" w:rsidRDefault="00F9021D">
      <w:pPr>
        <w:rPr>
          <w:u w:val="single"/>
        </w:rPr>
      </w:pPr>
      <w:r>
        <w:t xml:space="preserve">Observer (print):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9021D" w:rsidRDefault="00F9021D"/>
    <w:p w:rsidR="00F9021D" w:rsidRDefault="00F9021D">
      <w:r>
        <w:t xml:space="preserve">Observer’s Title (print):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9021D" w:rsidRDefault="00F9021D">
      <w:r>
        <w:t xml:space="preserve">    </w:t>
      </w:r>
      <w:r>
        <w:tab/>
        <w:t xml:space="preserve"> (Note: Must be a school psychologist, social worker, nurse, speech-language specialist or special </w:t>
      </w:r>
      <w:r>
        <w:tab/>
        <w:t>education teacher)</w:t>
      </w:r>
    </w:p>
    <w:p w:rsidR="00F9021D" w:rsidRDefault="00F9021D"/>
    <w:p w:rsidR="00F9021D" w:rsidRPr="00A753E2" w:rsidRDefault="00F9021D">
      <w:r>
        <w:t>Note: This checklist should be used to organize your observation of the student both in a classroom setting focused on an area of instructional concern AND in a classroom setting focused on an area of no instructional concern.</w:t>
      </w:r>
    </w:p>
    <w:p w:rsidR="00F9021D" w:rsidRDefault="00F9021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88"/>
        <w:gridCol w:w="810"/>
        <w:gridCol w:w="1260"/>
        <w:gridCol w:w="990"/>
        <w:gridCol w:w="5328"/>
      </w:tblGrid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Not Observed</w:t>
            </w: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Mild</w:t>
            </w: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Moderate</w:t>
            </w: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Severe</w:t>
            </w:r>
          </w:p>
        </w:tc>
        <w:tc>
          <w:tcPr>
            <w:tcW w:w="5328" w:type="dxa"/>
          </w:tcPr>
          <w:p w:rsidR="00F9021D" w:rsidRPr="007D0F40" w:rsidRDefault="00F9021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D0F40">
              <w:rPr>
                <w:rFonts w:ascii="Times New Roman" w:hAnsi="Times New Roman"/>
                <w:b/>
                <w:sz w:val="20"/>
                <w:szCs w:val="20"/>
              </w:rPr>
              <w:t>ATTENTION PROBLEMS</w:t>
            </w:r>
          </w:p>
        </w:tc>
      </w:tr>
      <w:tr w:rsidR="00F9021D" w:rsidRPr="007D0F40" w:rsidTr="007D0F40">
        <w:tc>
          <w:tcPr>
            <w:tcW w:w="1188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  <w:highlight w:val="black"/>
              </w:rPr>
            </w:pPr>
          </w:p>
        </w:tc>
        <w:tc>
          <w:tcPr>
            <w:tcW w:w="81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  <w:highlight w:val="black"/>
              </w:rPr>
            </w:pPr>
          </w:p>
        </w:tc>
        <w:tc>
          <w:tcPr>
            <w:tcW w:w="126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  <w:highlight w:val="black"/>
              </w:rPr>
            </w:pPr>
          </w:p>
        </w:tc>
        <w:tc>
          <w:tcPr>
            <w:tcW w:w="99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  <w:highlight w:val="black"/>
              </w:rPr>
            </w:pPr>
          </w:p>
        </w:tc>
        <w:tc>
          <w:tcPr>
            <w:tcW w:w="5328" w:type="dxa"/>
          </w:tcPr>
          <w:p w:rsidR="00F9021D" w:rsidRPr="007D0F40" w:rsidRDefault="00F9021D" w:rsidP="007D0F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Focused or Selective Attention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Easily distracted by sounds, sights or physical sensations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Inattentive to details or makes careless mistakes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Does not know where to start when given a task</w:t>
            </w:r>
          </w:p>
        </w:tc>
      </w:tr>
      <w:tr w:rsidR="00F9021D" w:rsidRPr="007D0F40" w:rsidTr="007D0F40">
        <w:tc>
          <w:tcPr>
            <w:tcW w:w="1188" w:type="dxa"/>
            <w:shd w:val="clear" w:color="auto" w:fill="000000"/>
          </w:tcPr>
          <w:p w:rsidR="00F9021D" w:rsidRPr="007D0F40" w:rsidRDefault="00F9021D" w:rsidP="007D0F40">
            <w:pPr>
              <w:tabs>
                <w:tab w:val="left" w:pos="900"/>
              </w:tabs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81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D0F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Sustained Attention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Difficulty paying attention for long periods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Mind appears to go blank or loses train of thought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Seems to lose place in an academic task (e.g., reading)</w:t>
            </w:r>
          </w:p>
        </w:tc>
      </w:tr>
      <w:tr w:rsidR="00F9021D" w:rsidRPr="007D0F40" w:rsidTr="007D0F40">
        <w:tc>
          <w:tcPr>
            <w:tcW w:w="1188" w:type="dxa"/>
            <w:shd w:val="clear" w:color="auto" w:fill="000000"/>
          </w:tcPr>
          <w:p w:rsidR="00F9021D" w:rsidRPr="007D0F40" w:rsidRDefault="00F9021D" w:rsidP="007D0F40">
            <w:pPr>
              <w:tabs>
                <w:tab w:val="left" w:pos="720"/>
              </w:tabs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81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D0F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Shifting Attention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Difficulty stopping one activity and starting another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Gets stuck on one activity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Applies a different set of rules or skills to an assignment</w:t>
            </w:r>
          </w:p>
        </w:tc>
      </w:tr>
      <w:tr w:rsidR="00F9021D" w:rsidRPr="007D0F40" w:rsidTr="007D0F40">
        <w:tc>
          <w:tcPr>
            <w:tcW w:w="1188" w:type="dxa"/>
            <w:shd w:val="clear" w:color="auto" w:fill="000000"/>
          </w:tcPr>
          <w:p w:rsidR="00F9021D" w:rsidRPr="007D0F40" w:rsidRDefault="00F9021D" w:rsidP="007D0F40">
            <w:pPr>
              <w:tabs>
                <w:tab w:val="left" w:pos="720"/>
              </w:tabs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81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D0F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Divided Attention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Difficulty attending to more than one thing at a time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Easily becomes absorbed into one task</w:t>
            </w:r>
          </w:p>
        </w:tc>
      </w:tr>
      <w:tr w:rsidR="00F9021D" w:rsidRPr="007D0F40" w:rsidTr="007D0F40">
        <w:tc>
          <w:tcPr>
            <w:tcW w:w="1188" w:type="dxa"/>
            <w:shd w:val="clear" w:color="auto" w:fill="000000"/>
          </w:tcPr>
          <w:p w:rsidR="00F9021D" w:rsidRPr="007D0F40" w:rsidRDefault="00F9021D" w:rsidP="007D0F40">
            <w:pPr>
              <w:tabs>
                <w:tab w:val="left" w:pos="720"/>
              </w:tabs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81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D0F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Attentional Capacity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Stops performing tasks that contain too many details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Avoids activities that require a lot of mental effort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Seems to get overwhelmed with difficult tasks</w:t>
            </w:r>
          </w:p>
        </w:tc>
      </w:tr>
      <w:tr w:rsidR="00F9021D" w:rsidRPr="007D0F40" w:rsidTr="007D0F40">
        <w:tc>
          <w:tcPr>
            <w:tcW w:w="1188" w:type="dxa"/>
            <w:shd w:val="clear" w:color="auto" w:fill="000000"/>
          </w:tcPr>
          <w:p w:rsidR="00F9021D" w:rsidRPr="007D0F40" w:rsidRDefault="00F9021D" w:rsidP="007D0F40">
            <w:pPr>
              <w:tabs>
                <w:tab w:val="left" w:pos="855"/>
              </w:tabs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81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D0F40">
              <w:rPr>
                <w:rFonts w:ascii="Times New Roman" w:hAnsi="Times New Roman"/>
                <w:b/>
                <w:sz w:val="20"/>
                <w:szCs w:val="20"/>
              </w:rPr>
              <w:t>SENSORI-MOTOR FUNCTIONING</w:t>
            </w:r>
          </w:p>
        </w:tc>
      </w:tr>
      <w:tr w:rsidR="00F9021D" w:rsidRPr="007D0F40" w:rsidTr="007D0F40">
        <w:tc>
          <w:tcPr>
            <w:tcW w:w="1188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D0F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Visual-Spatial Functioning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Drawing or copying difficulties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Difficulties with puzzles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Confusion with directions (e.g., gets lost easily)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Shows right-left confusion or directions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Ignores one side of the page while drawing or reading</w:t>
            </w:r>
          </w:p>
        </w:tc>
      </w:tr>
      <w:tr w:rsidR="00F9021D" w:rsidRPr="007D0F40" w:rsidTr="007D0F40">
        <w:tc>
          <w:tcPr>
            <w:tcW w:w="1188" w:type="dxa"/>
            <w:shd w:val="clear" w:color="auto" w:fill="000000"/>
          </w:tcPr>
          <w:p w:rsidR="00F9021D" w:rsidRPr="007D0F40" w:rsidRDefault="00F9021D" w:rsidP="007D0F40">
            <w:pPr>
              <w:tabs>
                <w:tab w:val="left" w:pos="720"/>
              </w:tabs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81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D0F40">
              <w:rPr>
                <w:rFonts w:ascii="Times New Roman" w:hAnsi="Times New Roman"/>
                <w:b/>
                <w:sz w:val="20"/>
                <w:szCs w:val="20"/>
              </w:rPr>
              <w:t>MEMORY</w:t>
            </w:r>
          </w:p>
        </w:tc>
      </w:tr>
      <w:tr w:rsidR="00F9021D" w:rsidRPr="007D0F40" w:rsidTr="007D0F40">
        <w:tc>
          <w:tcPr>
            <w:tcW w:w="1188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D0F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Short-Term Memory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Frequently asks for repetitions of instructions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Lacks rehearsal strategies while listening/studying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Seems not to know things right after they are presented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Trouble following multiple step directions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Problems copying from the board and/or taking notes</w:t>
            </w:r>
          </w:p>
        </w:tc>
      </w:tr>
      <w:tr w:rsidR="00F9021D" w:rsidRPr="007D0F40" w:rsidTr="007D0F40">
        <w:tc>
          <w:tcPr>
            <w:tcW w:w="1188" w:type="dxa"/>
            <w:shd w:val="clear" w:color="auto" w:fill="000000"/>
          </w:tcPr>
          <w:p w:rsidR="00F9021D" w:rsidRPr="007D0F40" w:rsidRDefault="00F9021D" w:rsidP="007D0F40">
            <w:pPr>
              <w:tabs>
                <w:tab w:val="left" w:pos="720"/>
              </w:tabs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81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D0F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Active Working Memory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Loses track of steps/forgets what they are doing amid task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Loses place in the middle of solving a math problem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Loses train of thought while writing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D552CB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Trouble summarizing narrative or text material</w:t>
            </w:r>
          </w:p>
        </w:tc>
      </w:tr>
      <w:tr w:rsidR="00F9021D" w:rsidRPr="007D0F40" w:rsidTr="007D0F40">
        <w:tc>
          <w:tcPr>
            <w:tcW w:w="1188" w:type="dxa"/>
            <w:shd w:val="clear" w:color="auto" w:fill="000000"/>
          </w:tcPr>
          <w:p w:rsidR="00F9021D" w:rsidRPr="007D0F40" w:rsidRDefault="00F9021D" w:rsidP="007D0F40">
            <w:pPr>
              <w:tabs>
                <w:tab w:val="left" w:pos="750"/>
              </w:tabs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81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D0F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Long-Term Memory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Trouble remembering facts or procedures in mathematics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Difficulty answering questions of facts quickly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Gets frustrated while trying to convey thoughts on paper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Forgets to turn in homework assignment</w:t>
            </w:r>
          </w:p>
        </w:tc>
      </w:tr>
      <w:tr w:rsidR="00F9021D" w:rsidRPr="007D0F40" w:rsidTr="007D0F40">
        <w:tc>
          <w:tcPr>
            <w:tcW w:w="1188" w:type="dxa"/>
            <w:shd w:val="clear" w:color="auto" w:fill="000000"/>
          </w:tcPr>
          <w:p w:rsidR="00F9021D" w:rsidRPr="007D0F40" w:rsidRDefault="00F9021D" w:rsidP="007D0F40">
            <w:pPr>
              <w:tabs>
                <w:tab w:val="left" w:pos="930"/>
              </w:tabs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81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D0F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General Learning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Difficulty learning verbal information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Difficulty learning visual information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Difficulty integrating verbal and visual information</w:t>
            </w:r>
          </w:p>
        </w:tc>
      </w:tr>
      <w:tr w:rsidR="00F9021D" w:rsidRPr="007D0F40" w:rsidTr="007D0F40">
        <w:tc>
          <w:tcPr>
            <w:tcW w:w="1188" w:type="dxa"/>
            <w:shd w:val="clear" w:color="auto" w:fill="000000"/>
          </w:tcPr>
          <w:p w:rsidR="00F9021D" w:rsidRPr="007D0F40" w:rsidRDefault="00F9021D" w:rsidP="007D0F40">
            <w:pPr>
              <w:tabs>
                <w:tab w:val="left" w:pos="720"/>
              </w:tabs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81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D0F40">
              <w:rPr>
                <w:rFonts w:ascii="Times New Roman" w:hAnsi="Times New Roman"/>
                <w:b/>
                <w:sz w:val="20"/>
                <w:szCs w:val="20"/>
              </w:rPr>
              <w:t>EXECUTIVE FUNCTIONING</w:t>
            </w:r>
          </w:p>
        </w:tc>
      </w:tr>
      <w:tr w:rsidR="00F9021D" w:rsidRPr="007D0F40" w:rsidTr="007D0F40">
        <w:tc>
          <w:tcPr>
            <w:tcW w:w="1188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D0F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Problem-Solving &amp; Organizing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Makes repetitive errors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Quickly becomes frustrated and gives up easily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Trouble making plans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Trouble completing plans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Difficulty with organizational skills</w:t>
            </w:r>
          </w:p>
        </w:tc>
      </w:tr>
      <w:tr w:rsidR="00F9021D" w:rsidRPr="007D0F40" w:rsidTr="007D0F40">
        <w:tc>
          <w:tcPr>
            <w:tcW w:w="1188" w:type="dxa"/>
            <w:shd w:val="clear" w:color="auto" w:fill="000000"/>
          </w:tcPr>
          <w:p w:rsidR="00F9021D" w:rsidRPr="007D0F40" w:rsidRDefault="00F9021D" w:rsidP="007D0F40">
            <w:pPr>
              <w:tabs>
                <w:tab w:val="left" w:pos="780"/>
              </w:tabs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81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D0F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Behavioral/Emotional Regulation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Appears to be undermotivated to perform or behave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Has trouble getting started with tasks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Demonstrates signs of impulsivity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Trouble following classroom rules</w:t>
            </w:r>
          </w:p>
        </w:tc>
      </w:tr>
      <w:tr w:rsidR="00F9021D" w:rsidRPr="007D0F40" w:rsidTr="007D0F40">
        <w:tc>
          <w:tcPr>
            <w:tcW w:w="1188" w:type="dxa"/>
            <w:shd w:val="clear" w:color="auto" w:fill="000000"/>
          </w:tcPr>
          <w:p w:rsidR="00F9021D" w:rsidRPr="007D0F40" w:rsidRDefault="00F9021D" w:rsidP="007D0F40">
            <w:pPr>
              <w:tabs>
                <w:tab w:val="left" w:pos="945"/>
              </w:tabs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81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D0F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Cognitive Efficiency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 xml:space="preserve">Takes longer to complete tasks 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Slow reading that makes comprehension difficult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Classwork takes longer to complete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Requires extra time to complete tests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Responds slowly when asked questions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Does well on timed tests</w:t>
            </w:r>
          </w:p>
        </w:tc>
      </w:tr>
      <w:tr w:rsidR="00F9021D" w:rsidRPr="007D0F40" w:rsidTr="007D0F40">
        <w:tc>
          <w:tcPr>
            <w:tcW w:w="1188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9021D" w:rsidRPr="007D0F40" w:rsidRDefault="00F902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</w:tcPr>
          <w:p w:rsidR="00F9021D" w:rsidRPr="007D0F40" w:rsidRDefault="00F9021D" w:rsidP="00716D1D">
            <w:pPr>
              <w:rPr>
                <w:rFonts w:ascii="Times New Roman" w:hAnsi="Times New Roman"/>
                <w:sz w:val="20"/>
                <w:szCs w:val="20"/>
              </w:rPr>
            </w:pPr>
            <w:r w:rsidRPr="007D0F40">
              <w:rPr>
                <w:rFonts w:ascii="Times New Roman" w:hAnsi="Times New Roman"/>
                <w:sz w:val="20"/>
                <w:szCs w:val="20"/>
              </w:rPr>
              <w:t>Recalls information accurately and quickly</w:t>
            </w:r>
          </w:p>
        </w:tc>
      </w:tr>
    </w:tbl>
    <w:p w:rsidR="00F9021D" w:rsidRDefault="00F9021D"/>
    <w:p w:rsidR="00F9021D" w:rsidRDefault="00F9021D">
      <w:r>
        <w:t>Other Comments:</w:t>
      </w:r>
    </w:p>
    <w:sectPr w:rsidR="00F9021D" w:rsidSect="005E592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21D" w:rsidRDefault="00F9021D" w:rsidP="00A753E2">
      <w:r>
        <w:separator/>
      </w:r>
    </w:p>
  </w:endnote>
  <w:endnote w:type="continuationSeparator" w:id="1">
    <w:p w:rsidR="00F9021D" w:rsidRDefault="00F9021D" w:rsidP="00A75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altName w:val="ZapfEllipt BT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21D" w:rsidRDefault="00F9021D" w:rsidP="007D0F40">
    <w:pPr>
      <w:pStyle w:val="Footer"/>
      <w:pBdr>
        <w:top w:val="thinThickSmallGap" w:sz="24" w:space="1" w:color="622423"/>
      </w:pBdr>
      <w:tabs>
        <w:tab w:val="clear" w:pos="4680"/>
      </w:tabs>
      <w:rPr>
        <w:rFonts w:ascii="Cambria" w:hAnsi="Cambria"/>
      </w:rPr>
    </w:pPr>
    <w:r>
      <w:rPr>
        <w:rFonts w:ascii="Cambria" w:hAnsi="Cambria"/>
      </w:rPr>
      <w:t>Denver Public Schools: August, 2009 final</w:t>
    </w:r>
    <w:r>
      <w:rPr>
        <w:rFonts w:ascii="Cambria" w:hAnsi="Cambria"/>
      </w:rPr>
      <w:tab/>
      <w:t xml:space="preserve">Page </w:t>
    </w:r>
    <w:fldSimple w:instr=" PAGE   \* MERGEFORMAT ">
      <w:r w:rsidRPr="00696AC3">
        <w:rPr>
          <w:rFonts w:ascii="Cambria" w:hAnsi="Cambria"/>
          <w:noProof/>
        </w:rPr>
        <w:t>1</w:t>
      </w:r>
    </w:fldSimple>
  </w:p>
  <w:p w:rsidR="00F9021D" w:rsidRDefault="00F902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21D" w:rsidRDefault="00F9021D" w:rsidP="00A753E2">
      <w:r>
        <w:separator/>
      </w:r>
    </w:p>
  </w:footnote>
  <w:footnote w:type="continuationSeparator" w:id="1">
    <w:p w:rsidR="00F9021D" w:rsidRDefault="00F9021D" w:rsidP="00A753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27658"/>
    <w:multiLevelType w:val="hybridMultilevel"/>
    <w:tmpl w:val="9C54C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2CB"/>
    <w:rsid w:val="00072FFD"/>
    <w:rsid w:val="001457F5"/>
    <w:rsid w:val="00271CE5"/>
    <w:rsid w:val="0045259D"/>
    <w:rsid w:val="00584C21"/>
    <w:rsid w:val="005E592C"/>
    <w:rsid w:val="006550F0"/>
    <w:rsid w:val="006751C2"/>
    <w:rsid w:val="00696AC3"/>
    <w:rsid w:val="006B679A"/>
    <w:rsid w:val="00716D1D"/>
    <w:rsid w:val="007D0F40"/>
    <w:rsid w:val="007D23AA"/>
    <w:rsid w:val="00946532"/>
    <w:rsid w:val="00A564B2"/>
    <w:rsid w:val="00A753E2"/>
    <w:rsid w:val="00AB1950"/>
    <w:rsid w:val="00C32544"/>
    <w:rsid w:val="00D552CB"/>
    <w:rsid w:val="00EA3F44"/>
    <w:rsid w:val="00F73CB6"/>
    <w:rsid w:val="00F90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92C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52C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552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A753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753E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753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753E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753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532</Words>
  <Characters>3033</Characters>
  <Application>Microsoft Office Outlook</Application>
  <DocSecurity>0</DocSecurity>
  <Lines>0</Lines>
  <Paragraphs>0</Paragraphs>
  <ScaleCrop>false</ScaleCrop>
  <Company>DPS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Denver Public Schools</dc:title>
  <dc:subject/>
  <dc:creator>Eldridge Greer</dc:creator>
  <cp:keywords/>
  <dc:description/>
  <cp:lastModifiedBy>Denver Public Schools</cp:lastModifiedBy>
  <cp:revision>2</cp:revision>
  <cp:lastPrinted>2009-08-31T23:01:00Z</cp:lastPrinted>
  <dcterms:created xsi:type="dcterms:W3CDTF">2009-08-31T23:01:00Z</dcterms:created>
  <dcterms:modified xsi:type="dcterms:W3CDTF">2009-08-31T23:01:00Z</dcterms:modified>
</cp:coreProperties>
</file>